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185DE" w14:textId="77777777"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0D1261B9" wp14:editId="153BBBE5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14:paraId="248989F0" w14:textId="19CB0E72" w:rsidR="000C1EB8" w:rsidRPr="00F834DE" w:rsidRDefault="00D32AB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D4968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14:paraId="4B7D926E" w14:textId="77777777"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B67626D" w14:textId="77777777"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DB4310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14:paraId="3837A89E" w14:textId="6F38820B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D32AB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D32AB8">
        <w:rPr>
          <w:rFonts w:ascii="Arial Narrow" w:hAnsi="Arial Narrow"/>
          <w:sz w:val="22"/>
          <w:lang w:val="de-DE"/>
        </w:rPr>
        <w:t>08</w:t>
      </w:r>
      <w:r w:rsidR="00377B00">
        <w:rPr>
          <w:rFonts w:ascii="Arial Narrow" w:hAnsi="Arial Narrow"/>
          <w:sz w:val="22"/>
          <w:lang w:val="de-DE"/>
        </w:rPr>
        <w:t>.11</w:t>
      </w:r>
      <w:r w:rsidR="00AF4CE2">
        <w:rPr>
          <w:rFonts w:ascii="Arial Narrow" w:hAnsi="Arial Narrow"/>
          <w:sz w:val="22"/>
          <w:lang w:val="de-DE"/>
        </w:rPr>
        <w:t>.2017</w:t>
      </w:r>
    </w:p>
    <w:p w14:paraId="4A4C9801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777039B3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276271FA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06BB57AB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5C1EF869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2B2CC450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6F7407AD" w14:textId="77777777"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14:paraId="51577726" w14:textId="6C2F3148" w:rsidR="00F45159" w:rsidRDefault="00F45159" w:rsidP="00F4515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14:paraId="3FB0700F" w14:textId="296301B8" w:rsidR="00DC39E5" w:rsidRPr="00DC39E5" w:rsidRDefault="00DC39E5" w:rsidP="00DC39E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 w:rsidRPr="00DC39E5">
        <w:rPr>
          <w:rFonts w:ascii="Arial Narrow" w:hAnsi="Arial Narrow"/>
          <w:sz w:val="22"/>
        </w:rPr>
        <w:t>HSB – what to do? (Daniel)</w:t>
      </w:r>
      <w:r>
        <w:rPr>
          <w:rFonts w:ascii="Arial Narrow" w:hAnsi="Arial Narrow"/>
          <w:sz w:val="22"/>
        </w:rPr>
        <w:t xml:space="preserve"> // </w:t>
      </w:r>
      <w:proofErr w:type="spellStart"/>
      <w:r>
        <w:rPr>
          <w:rFonts w:ascii="Arial Narrow" w:hAnsi="Arial Narrow"/>
          <w:sz w:val="22"/>
        </w:rPr>
        <w:t>Matze</w:t>
      </w:r>
      <w:proofErr w:type="spellEnd"/>
      <w:r>
        <w:rPr>
          <w:rFonts w:ascii="Arial Narrow" w:hAnsi="Arial Narrow"/>
          <w:sz w:val="22"/>
        </w:rPr>
        <w:t>/</w:t>
      </w:r>
      <w:proofErr w:type="spellStart"/>
      <w:r>
        <w:rPr>
          <w:rFonts w:ascii="Arial Narrow" w:hAnsi="Arial Narrow"/>
          <w:sz w:val="22"/>
        </w:rPr>
        <w:t>Fleig</w:t>
      </w:r>
      <w:proofErr w:type="spellEnd"/>
    </w:p>
    <w:p w14:paraId="11783AA7" w14:textId="025DBF87" w:rsidR="00DC39E5" w:rsidRPr="00DC39E5" w:rsidRDefault="00DC39E5" w:rsidP="00DC39E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Nikolaus-Aktion (Lukas)</w:t>
      </w:r>
    </w:p>
    <w:p w14:paraId="0948B22C" w14:textId="7B336C21" w:rsidR="00103609" w:rsidRDefault="00103609" w:rsidP="00F4515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ISC-Ausflug (Matze)</w:t>
      </w:r>
    </w:p>
    <w:p w14:paraId="7EC8359B" w14:textId="700BFA42" w:rsidR="00627B52" w:rsidRDefault="00627B52" w:rsidP="00F4515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 Fighting Game Referat (Matze)</w:t>
      </w:r>
      <w:bookmarkStart w:id="0" w:name="_GoBack"/>
      <w:bookmarkEnd w:id="0"/>
    </w:p>
    <w:p w14:paraId="56149831" w14:textId="038565EC" w:rsidR="00DC39E5" w:rsidRPr="00DC39E5" w:rsidRDefault="00DC39E5" w:rsidP="00DC39E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A86741">
        <w:rPr>
          <w:rFonts w:ascii="Arial Narrow" w:hAnsi="Arial Narrow"/>
          <w:sz w:val="22"/>
          <w:lang w:val="de-DE"/>
        </w:rPr>
        <w:t>AStA-Abend (</w:t>
      </w:r>
      <w:proofErr w:type="spellStart"/>
      <w:r w:rsidRPr="00A86741">
        <w:rPr>
          <w:rFonts w:ascii="Arial Narrow" w:hAnsi="Arial Narrow"/>
          <w:sz w:val="22"/>
          <w:lang w:val="de-DE"/>
        </w:rPr>
        <w:t>Bia</w:t>
      </w:r>
      <w:proofErr w:type="spellEnd"/>
      <w:r w:rsidRPr="00A86741">
        <w:rPr>
          <w:rFonts w:ascii="Arial Narrow" w:hAnsi="Arial Narrow"/>
          <w:sz w:val="22"/>
          <w:lang w:val="de-DE"/>
        </w:rPr>
        <w:t>/Lukas)</w:t>
      </w:r>
    </w:p>
    <w:p w14:paraId="41673EB4" w14:textId="60FE54E1" w:rsidR="00D253E3" w:rsidRDefault="00D253E3" w:rsidP="00F4515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Postfächer (Sigi/Matze)</w:t>
      </w:r>
    </w:p>
    <w:p w14:paraId="6DD5184C" w14:textId="685E5036" w:rsidR="00DC39E5" w:rsidRPr="00DC39E5" w:rsidRDefault="00DC39E5" w:rsidP="00DC39E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Privatrechner im AStA (Matze)</w:t>
      </w:r>
    </w:p>
    <w:p w14:paraId="02F7C781" w14:textId="41F27558" w:rsidR="002B35E4" w:rsidRDefault="002B35E4" w:rsidP="00FD2BD0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AlteCafete</w:t>
      </w:r>
      <w:proofErr w:type="spellEnd"/>
      <w:r>
        <w:rPr>
          <w:rFonts w:ascii="Arial Narrow" w:hAnsi="Arial Narrow"/>
          <w:sz w:val="22"/>
          <w:lang w:val="de-DE"/>
        </w:rPr>
        <w:t xml:space="preserve"> Nachfolger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14:paraId="19D1A07B" w14:textId="7E832A94" w:rsidR="002B35E4" w:rsidRPr="002B35E4" w:rsidRDefault="002B35E4" w:rsidP="002B35E4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Altes Zeug/Schrott/Müll/Aufräumen</w:t>
      </w:r>
      <w:r w:rsidR="00CA0EE2">
        <w:rPr>
          <w:rFonts w:ascii="Arial Narrow" w:hAnsi="Arial Narrow"/>
          <w:sz w:val="22"/>
          <w:lang w:val="de-DE"/>
        </w:rPr>
        <w:t>/Wegräumen</w:t>
      </w:r>
      <w:r>
        <w:rPr>
          <w:rFonts w:ascii="Arial Narrow" w:hAnsi="Arial Narrow"/>
          <w:sz w:val="22"/>
          <w:lang w:val="de-DE"/>
        </w:rPr>
        <w:t xml:space="preserve"> - Moral (Fleig)</w:t>
      </w:r>
    </w:p>
    <w:p w14:paraId="1F048FEE" w14:textId="6D366FAE" w:rsidR="00FD2BD0" w:rsidRDefault="00FD2BD0" w:rsidP="00FD2BD0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A86741">
        <w:rPr>
          <w:rFonts w:ascii="Arial Narrow" w:hAnsi="Arial Narrow"/>
          <w:sz w:val="22"/>
          <w:lang w:val="de-DE"/>
        </w:rPr>
        <w:t>Sonstiges</w:t>
      </w:r>
    </w:p>
    <w:p w14:paraId="2FA3C13D" w14:textId="7E8086B1" w:rsidR="00DC39E5" w:rsidRPr="00A86741" w:rsidRDefault="00DC39E5" w:rsidP="00DC39E5">
      <w:pPr>
        <w:pStyle w:val="WortmarkeFu"/>
        <w:numPr>
          <w:ilvl w:val="1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Änderungen in der Bestellung (Daniel)</w:t>
      </w:r>
    </w:p>
    <w:sectPr w:rsidR="00DC39E5" w:rsidRPr="00A86741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30439" w14:textId="77777777" w:rsidR="002E322D" w:rsidRDefault="002E322D">
      <w:pPr>
        <w:spacing w:line="20" w:lineRule="exact"/>
      </w:pPr>
    </w:p>
  </w:endnote>
  <w:endnote w:type="continuationSeparator" w:id="0">
    <w:p w14:paraId="7F6FC964" w14:textId="77777777" w:rsidR="002E322D" w:rsidRDefault="002E322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2711A4D9" w14:textId="77777777" w:rsidR="002E322D" w:rsidRDefault="002E322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B572" w14:textId="77777777" w:rsidR="002E322D" w:rsidRDefault="002E322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385AB41B" w14:textId="77777777" w:rsidR="002E322D" w:rsidRDefault="002E3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3D79A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69B3221C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183083FC" w14:textId="65E4E621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74F8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18441F09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08675080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7E87E2C3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3E3A"/>
    <w:rsid w:val="000A4FD2"/>
    <w:rsid w:val="000B1F3F"/>
    <w:rsid w:val="000B2E2D"/>
    <w:rsid w:val="000B7D99"/>
    <w:rsid w:val="000C1EB8"/>
    <w:rsid w:val="000C2A6E"/>
    <w:rsid w:val="000D74D9"/>
    <w:rsid w:val="00103609"/>
    <w:rsid w:val="00103636"/>
    <w:rsid w:val="0011069D"/>
    <w:rsid w:val="0011608E"/>
    <w:rsid w:val="001364FA"/>
    <w:rsid w:val="0014473D"/>
    <w:rsid w:val="00144E86"/>
    <w:rsid w:val="001922BC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B35E4"/>
    <w:rsid w:val="002C3519"/>
    <w:rsid w:val="002D090B"/>
    <w:rsid w:val="002E322D"/>
    <w:rsid w:val="002E7327"/>
    <w:rsid w:val="002F606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77B00"/>
    <w:rsid w:val="00380B31"/>
    <w:rsid w:val="00396AA7"/>
    <w:rsid w:val="003B669B"/>
    <w:rsid w:val="003C6867"/>
    <w:rsid w:val="004108F1"/>
    <w:rsid w:val="00425EF5"/>
    <w:rsid w:val="004359A0"/>
    <w:rsid w:val="00441B0C"/>
    <w:rsid w:val="00487AF4"/>
    <w:rsid w:val="004D1F62"/>
    <w:rsid w:val="004E73C0"/>
    <w:rsid w:val="00501683"/>
    <w:rsid w:val="00501BD9"/>
    <w:rsid w:val="005066BF"/>
    <w:rsid w:val="0051473B"/>
    <w:rsid w:val="00543129"/>
    <w:rsid w:val="00556AE8"/>
    <w:rsid w:val="00574F8A"/>
    <w:rsid w:val="00577F83"/>
    <w:rsid w:val="0059040E"/>
    <w:rsid w:val="005B1C22"/>
    <w:rsid w:val="005C7E64"/>
    <w:rsid w:val="005D1210"/>
    <w:rsid w:val="005F45A2"/>
    <w:rsid w:val="005F4E54"/>
    <w:rsid w:val="00602994"/>
    <w:rsid w:val="00604CA6"/>
    <w:rsid w:val="00606F9B"/>
    <w:rsid w:val="006204D1"/>
    <w:rsid w:val="00627B52"/>
    <w:rsid w:val="00656B90"/>
    <w:rsid w:val="00657002"/>
    <w:rsid w:val="00685893"/>
    <w:rsid w:val="00686ECB"/>
    <w:rsid w:val="006A01E2"/>
    <w:rsid w:val="006A0CE7"/>
    <w:rsid w:val="006A15F4"/>
    <w:rsid w:val="006A2577"/>
    <w:rsid w:val="006A6E9D"/>
    <w:rsid w:val="006C4D68"/>
    <w:rsid w:val="006D4968"/>
    <w:rsid w:val="006D4F2F"/>
    <w:rsid w:val="006F55D7"/>
    <w:rsid w:val="00713690"/>
    <w:rsid w:val="007173E9"/>
    <w:rsid w:val="00724073"/>
    <w:rsid w:val="00733F99"/>
    <w:rsid w:val="007364E7"/>
    <w:rsid w:val="007405B5"/>
    <w:rsid w:val="00742190"/>
    <w:rsid w:val="00742C7E"/>
    <w:rsid w:val="007440AD"/>
    <w:rsid w:val="00761B22"/>
    <w:rsid w:val="0076384A"/>
    <w:rsid w:val="00766556"/>
    <w:rsid w:val="00784186"/>
    <w:rsid w:val="007B1EB9"/>
    <w:rsid w:val="007B339D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20262"/>
    <w:rsid w:val="00834521"/>
    <w:rsid w:val="008378D7"/>
    <w:rsid w:val="00843F45"/>
    <w:rsid w:val="008457B3"/>
    <w:rsid w:val="00854118"/>
    <w:rsid w:val="0085683A"/>
    <w:rsid w:val="008743D8"/>
    <w:rsid w:val="0088607D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44ECA"/>
    <w:rsid w:val="009569A4"/>
    <w:rsid w:val="009757B0"/>
    <w:rsid w:val="00975F63"/>
    <w:rsid w:val="009906B7"/>
    <w:rsid w:val="009B7B2F"/>
    <w:rsid w:val="009D3E73"/>
    <w:rsid w:val="009E6CE4"/>
    <w:rsid w:val="00A05515"/>
    <w:rsid w:val="00A17584"/>
    <w:rsid w:val="00A268ED"/>
    <w:rsid w:val="00A401A4"/>
    <w:rsid w:val="00A448D9"/>
    <w:rsid w:val="00A44D35"/>
    <w:rsid w:val="00A609B8"/>
    <w:rsid w:val="00A86741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472D0"/>
    <w:rsid w:val="00C60DAE"/>
    <w:rsid w:val="00C63840"/>
    <w:rsid w:val="00C772CC"/>
    <w:rsid w:val="00C82C9C"/>
    <w:rsid w:val="00CA0EE2"/>
    <w:rsid w:val="00CA5DF7"/>
    <w:rsid w:val="00CB5BD5"/>
    <w:rsid w:val="00CB7EB7"/>
    <w:rsid w:val="00CD7327"/>
    <w:rsid w:val="00CF0EE6"/>
    <w:rsid w:val="00D24319"/>
    <w:rsid w:val="00D24AA6"/>
    <w:rsid w:val="00D253E3"/>
    <w:rsid w:val="00D32AB8"/>
    <w:rsid w:val="00D523B8"/>
    <w:rsid w:val="00D55BFE"/>
    <w:rsid w:val="00D62D7D"/>
    <w:rsid w:val="00D74377"/>
    <w:rsid w:val="00D803B9"/>
    <w:rsid w:val="00D94C60"/>
    <w:rsid w:val="00DB4310"/>
    <w:rsid w:val="00DC39E5"/>
    <w:rsid w:val="00DD1790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402BA"/>
    <w:rsid w:val="00F45159"/>
    <w:rsid w:val="00F754B1"/>
    <w:rsid w:val="00F757FE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8A81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Sommer</cp:lastModifiedBy>
  <cp:revision>11</cp:revision>
  <cp:lastPrinted>2017-11-08T11:58:00Z</cp:lastPrinted>
  <dcterms:created xsi:type="dcterms:W3CDTF">2017-11-06T15:16:00Z</dcterms:created>
  <dcterms:modified xsi:type="dcterms:W3CDTF">2017-11-08T13:00:00Z</dcterms:modified>
</cp:coreProperties>
</file>